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360" w:lineRule="auto"/>
        <w:ind w:left="-199" w:leftChars="-95" w:right="-20"/>
        <w:jc w:val="left"/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313" w:afterLines="100" w:line="0" w:lineRule="atLeast"/>
        <w:ind w:firstLine="6425" w:firstLineChars="2000"/>
        <w:jc w:val="both"/>
        <w:textAlignment w:val="auto"/>
        <w:rPr>
          <w:rFonts w:hint="eastAsia" w:ascii="宋体" w:hAnsi="Courier New" w:cs="宋体"/>
          <w:b/>
          <w:color w:val="000000"/>
          <w:kern w:val="0"/>
          <w:sz w:val="32"/>
          <w:szCs w:val="32"/>
          <w:lang w:eastAsia="zh-Hans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每日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eastAsia="zh-CN"/>
        </w:rPr>
        <w:t>防疫巡查</w:t>
      </w:r>
      <w:r>
        <w:rPr>
          <w:rFonts w:hint="eastAsia" w:ascii="宋体" w:hAnsi="Courier New" w:cs="宋体"/>
          <w:b/>
          <w:color w:val="000000"/>
          <w:kern w:val="0"/>
          <w:sz w:val="32"/>
          <w:szCs w:val="32"/>
          <w:lang w:eastAsia="zh-Hans"/>
        </w:rPr>
        <w:t>记录表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tLeast"/>
        <w:jc w:val="both"/>
        <w:textAlignment w:val="auto"/>
        <w:rPr>
          <w:rFonts w:hint="default" w:ascii="宋体" w:hAnsi="Courier New" w:eastAsia="宋体" w:cs="宋体"/>
          <w:bCs/>
          <w:color w:val="000000"/>
          <w:kern w:val="0"/>
          <w:szCs w:val="21"/>
          <w:lang w:val="en-US" w:eastAsia="zh-CN"/>
        </w:rPr>
      </w:pPr>
      <w:r>
        <w:rPr>
          <w:rFonts w:hint="eastAsia" w:ascii="宋体" w:hAnsi="Courier New" w:cs="宋体"/>
          <w:bCs/>
          <w:color w:val="000000"/>
          <w:kern w:val="0"/>
          <w:szCs w:val="21"/>
        </w:rPr>
        <w:t>工程名称：</w:t>
      </w:r>
    </w:p>
    <w:tbl>
      <w:tblPr>
        <w:tblStyle w:val="2"/>
        <w:tblpPr w:leftFromText="180" w:rightFromText="180" w:vertAnchor="text" w:horzAnchor="page" w:tblpXSpec="center" w:tblpY="189"/>
        <w:tblOverlap w:val="never"/>
        <w:tblW w:w="142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885"/>
        <w:gridCol w:w="1136"/>
        <w:gridCol w:w="4166"/>
        <w:gridCol w:w="4042"/>
        <w:gridCol w:w="1740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eastAsia" w:ascii="宋体" w:hAnsi="Courier New" w:cs="宋体"/>
                <w:bCs/>
                <w:color w:val="000000"/>
                <w:kern w:val="0"/>
                <w:szCs w:val="30"/>
              </w:rPr>
            </w:pPr>
            <w:r>
              <w:rPr>
                <w:rFonts w:hint="eastAsia" w:ascii="宋体" w:hAnsi="Courier New" w:cs="宋体"/>
                <w:bCs/>
                <w:color w:val="000000"/>
                <w:kern w:val="0"/>
                <w:szCs w:val="30"/>
              </w:rPr>
              <w:t>序号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eastAsia" w:ascii="宋体" w:hAnsi="Courier New" w:cs="宋体"/>
                <w:bCs/>
                <w:color w:val="000000"/>
                <w:kern w:val="0"/>
                <w:szCs w:val="30"/>
              </w:rPr>
            </w:pPr>
            <w:r>
              <w:rPr>
                <w:rFonts w:hint="eastAsia" w:ascii="宋体" w:hAnsi="Courier New" w:cs="宋体"/>
                <w:bCs/>
                <w:color w:val="000000"/>
                <w:kern w:val="0"/>
                <w:szCs w:val="30"/>
              </w:rPr>
              <w:t>日期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cs="宋体"/>
                <w:bCs/>
                <w:color w:val="000000"/>
                <w:kern w:val="0"/>
                <w:szCs w:val="30"/>
                <w:lang w:val="en-US"/>
              </w:rPr>
            </w:pPr>
            <w:r>
              <w:rPr>
                <w:rFonts w:hint="eastAsia" w:ascii="宋体" w:hAnsi="Courier New" w:cs="宋体"/>
                <w:bCs/>
                <w:color w:val="000000"/>
                <w:kern w:val="0"/>
                <w:szCs w:val="30"/>
                <w:lang w:eastAsia="zh-CN"/>
              </w:rPr>
              <w:t>巡查人</w:t>
            </w:r>
            <w:r>
              <w:rPr>
                <w:rFonts w:hint="eastAsia" w:ascii="宋体" w:hAnsi="Courier New" w:cs="宋体"/>
                <w:bCs/>
                <w:color w:val="000000"/>
                <w:kern w:val="0"/>
                <w:szCs w:val="30"/>
                <w:lang w:val="en-US" w:eastAsia="zh-CN"/>
              </w:rPr>
              <w:t>员</w:t>
            </w:r>
          </w:p>
        </w:tc>
        <w:tc>
          <w:tcPr>
            <w:tcW w:w="41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eastAsia" w:ascii="宋体" w:hAnsi="Courier New" w:cs="宋体"/>
                <w:bCs/>
                <w:color w:val="000000"/>
                <w:kern w:val="0"/>
                <w:szCs w:val="30"/>
              </w:rPr>
            </w:pPr>
            <w:r>
              <w:rPr>
                <w:rFonts w:hint="eastAsia" w:ascii="宋体" w:hAnsi="Courier New" w:cs="宋体"/>
                <w:bCs/>
                <w:color w:val="000000"/>
                <w:kern w:val="0"/>
                <w:szCs w:val="30"/>
              </w:rPr>
              <w:t>带班生产过程中发现问题及处理情况</w:t>
            </w:r>
          </w:p>
        </w:tc>
        <w:tc>
          <w:tcPr>
            <w:tcW w:w="40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eastAsia="宋体" w:cs="宋体"/>
                <w:bCs/>
                <w:color w:val="000000"/>
                <w:kern w:val="0"/>
                <w:szCs w:val="30"/>
                <w:lang w:val="en-US" w:eastAsia="zh-CN"/>
              </w:rPr>
            </w:pPr>
            <w:r>
              <w:rPr>
                <w:rFonts w:hint="eastAsia" w:ascii="宋体" w:hAnsi="Courier New" w:cs="宋体"/>
                <w:bCs/>
                <w:color w:val="000000"/>
                <w:kern w:val="0"/>
                <w:szCs w:val="30"/>
                <w:lang w:val="en-US" w:eastAsia="zh-CN"/>
              </w:rPr>
              <w:t>三定整改情况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eastAsia="宋体" w:cs="宋体"/>
                <w:bCs/>
                <w:color w:val="000000"/>
                <w:kern w:val="0"/>
                <w:szCs w:val="30"/>
                <w:lang w:val="en-US" w:eastAsia="zh-CN"/>
              </w:rPr>
            </w:pPr>
            <w:r>
              <w:rPr>
                <w:rFonts w:hint="eastAsia" w:ascii="宋体" w:hAnsi="Courier New" w:cs="宋体"/>
                <w:bCs/>
                <w:color w:val="000000"/>
                <w:kern w:val="0"/>
                <w:szCs w:val="30"/>
                <w:lang w:val="en-US" w:eastAsia="zh-CN"/>
              </w:rPr>
              <w:t>复查人员</w:t>
            </w:r>
          </w:p>
        </w:tc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eastAsia" w:ascii="宋体" w:hAnsi="Courier New" w:cs="宋体"/>
                <w:bCs/>
                <w:color w:val="000000"/>
                <w:kern w:val="0"/>
                <w:szCs w:val="30"/>
              </w:rPr>
            </w:pPr>
            <w:r>
              <w:rPr>
                <w:rFonts w:hint="eastAsia" w:ascii="宋体" w:hAnsi="Courier New" w:cs="宋体"/>
                <w:bCs/>
                <w:color w:val="000000"/>
                <w:kern w:val="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6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eastAsia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16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04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60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6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16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04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4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60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tLeast"/>
              <w:jc w:val="center"/>
              <w:textAlignment w:val="auto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688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85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3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16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042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default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60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688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885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13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416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4042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60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688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885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13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416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4042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740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60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88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885" w:type="dxa"/>
            <w:vAlign w:val="top"/>
          </w:tcPr>
          <w:p>
            <w:pPr>
              <w:widowControl/>
              <w:adjustRightInd w:val="0"/>
              <w:spacing w:line="360" w:lineRule="auto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416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4042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740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60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88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885" w:type="dxa"/>
            <w:vAlign w:val="top"/>
          </w:tcPr>
          <w:p>
            <w:pPr>
              <w:adjustRightInd w:val="0"/>
              <w:spacing w:line="360" w:lineRule="auto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416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4042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740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60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88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885" w:type="dxa"/>
            <w:vAlign w:val="top"/>
          </w:tcPr>
          <w:p>
            <w:pPr>
              <w:adjustRightInd w:val="0"/>
              <w:spacing w:line="360" w:lineRule="auto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416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4042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740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1606" w:type="dxa"/>
            <w:vAlign w:val="top"/>
          </w:tcPr>
          <w:p>
            <w:pPr>
              <w:widowControl/>
              <w:adjustRightInd w:val="0"/>
              <w:spacing w:line="360" w:lineRule="auto"/>
              <w:jc w:val="center"/>
              <w:rPr>
                <w:rFonts w:hint="eastAsia" w:ascii="宋体" w:hAnsi="Courier New" w:cs="宋体"/>
                <w:bCs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</w:tr>
    </w:tbl>
    <w:p>
      <w:pPr>
        <w:widowControl/>
        <w:adjustRightInd w:val="0"/>
        <w:spacing w:line="360" w:lineRule="auto"/>
        <w:ind w:right="-20"/>
        <w:jc w:val="left"/>
        <w:rPr>
          <w:rFonts w:hint="eastAsia" w:ascii="宋体" w:hAnsi="Courier New" w:cs="宋体"/>
          <w:color w:val="000000"/>
          <w:kern w:val="0"/>
          <w:position w:val="1"/>
          <w:sz w:val="18"/>
          <w:szCs w:val="21"/>
        </w:rPr>
      </w:pPr>
      <w:r>
        <w:rPr>
          <w:rFonts w:hint="eastAsia" w:ascii="宋体" w:cs="宋体"/>
          <w:b/>
          <w:color w:val="000000"/>
          <w:w w:val="93"/>
          <w:kern w:val="0"/>
          <w:position w:val="1"/>
          <w:sz w:val="18"/>
          <w:szCs w:val="21"/>
          <w:lang w:eastAsia="zh-Hans"/>
        </w:rPr>
        <w:t>注：</w:t>
      </w:r>
      <w:r>
        <w:rPr>
          <w:rFonts w:hint="eastAsia" w:ascii="宋体" w:cs="宋体"/>
          <w:b/>
          <w:color w:val="000000"/>
          <w:w w:val="93"/>
          <w:kern w:val="0"/>
          <w:position w:val="1"/>
          <w:sz w:val="18"/>
          <w:szCs w:val="21"/>
        </w:rPr>
        <w:t xml:space="preserve"> 1</w:t>
      </w:r>
      <w:r>
        <w:rPr>
          <w:rFonts w:hint="eastAsia" w:ascii="宋体" w:hAnsi="Courier New" w:cs="宋体"/>
          <w:color w:val="000000"/>
          <w:kern w:val="0"/>
          <w:position w:val="1"/>
          <w:sz w:val="18"/>
          <w:szCs w:val="21"/>
        </w:rPr>
        <w:t>.本表由项目负责人（或</w:t>
      </w:r>
      <w:r>
        <w:rPr>
          <w:rFonts w:hint="eastAsia" w:ascii="宋体" w:hAnsi="Courier New" w:cs="宋体"/>
          <w:color w:val="000000"/>
          <w:kern w:val="0"/>
          <w:position w:val="1"/>
          <w:sz w:val="18"/>
          <w:szCs w:val="21"/>
          <w:lang w:eastAsia="zh-CN"/>
        </w:rPr>
        <w:t>健康管理员</w:t>
      </w:r>
      <w:r>
        <w:rPr>
          <w:rFonts w:hint="eastAsia" w:ascii="宋体" w:hAnsi="Courier New" w:cs="宋体"/>
          <w:color w:val="000000"/>
          <w:kern w:val="0"/>
          <w:position w:val="1"/>
          <w:sz w:val="18"/>
          <w:szCs w:val="21"/>
        </w:rPr>
        <w:t>）填写</w:t>
      </w:r>
    </w:p>
    <w:p>
      <w:pPr>
        <w:widowControl/>
        <w:adjustRightInd w:val="0"/>
        <w:spacing w:line="360" w:lineRule="auto"/>
        <w:ind w:left="-199" w:leftChars="-95" w:right="-20"/>
        <w:jc w:val="left"/>
        <w:rPr>
          <w:rFonts w:hint="eastAsia" w:ascii="宋体" w:hAnsi="Courier New" w:cs="宋体"/>
          <w:color w:val="000000"/>
          <w:kern w:val="0"/>
          <w:position w:val="1"/>
          <w:sz w:val="18"/>
          <w:szCs w:val="21"/>
        </w:rPr>
      </w:pPr>
      <w:r>
        <w:rPr>
          <w:rFonts w:hint="eastAsia" w:ascii="宋体" w:hAnsi="Courier New" w:cs="宋体"/>
          <w:color w:val="000000"/>
          <w:kern w:val="0"/>
          <w:position w:val="1"/>
          <w:sz w:val="18"/>
          <w:szCs w:val="21"/>
        </w:rPr>
        <w:t xml:space="preserve">       </w:t>
      </w:r>
      <w:r>
        <w:rPr>
          <w:rFonts w:hint="eastAsia" w:ascii="宋体" w:hAnsi="Courier New" w:cs="宋体"/>
          <w:b/>
          <w:bCs/>
          <w:color w:val="000000"/>
          <w:kern w:val="0"/>
          <w:position w:val="1"/>
          <w:sz w:val="18"/>
          <w:szCs w:val="21"/>
        </w:rPr>
        <w:t>2.</w:t>
      </w:r>
      <w:r>
        <w:rPr>
          <w:rFonts w:hint="eastAsia" w:ascii="宋体" w:hAnsi="Courier New" w:cs="宋体"/>
          <w:color w:val="000000"/>
          <w:kern w:val="0"/>
          <w:position w:val="1"/>
          <w:sz w:val="18"/>
          <w:szCs w:val="21"/>
        </w:rPr>
        <w:t>当天如有</w:t>
      </w:r>
      <w:r>
        <w:rPr>
          <w:rFonts w:hint="eastAsia" w:ascii="宋体" w:hAnsi="Courier New" w:cs="宋体"/>
          <w:color w:val="000000"/>
          <w:kern w:val="0"/>
          <w:position w:val="1"/>
          <w:sz w:val="18"/>
          <w:szCs w:val="21"/>
          <w:lang w:eastAsia="zh-CN"/>
        </w:rPr>
        <w:t>监管人员</w:t>
      </w:r>
      <w:r>
        <w:rPr>
          <w:rFonts w:hint="eastAsia" w:ascii="宋体" w:hAnsi="Courier New" w:cs="宋体"/>
          <w:color w:val="000000"/>
          <w:kern w:val="0"/>
          <w:position w:val="1"/>
          <w:sz w:val="18"/>
          <w:szCs w:val="21"/>
        </w:rPr>
        <w:t>带班检查，则在备注栏中注明</w:t>
      </w:r>
      <w:bookmarkStart w:id="0" w:name="_GoBack"/>
      <w:bookmarkEnd w:id="0"/>
    </w:p>
    <w:p/>
    <w:sectPr>
      <w:pgSz w:w="16838" w:h="11906" w:orient="landscape"/>
      <w:pgMar w:top="567" w:right="1440" w:bottom="56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2NjYwOTY5ODY5NTU1ZWJjOGFkNzA2MGRmZGVkM2MifQ=="/>
  </w:docVars>
  <w:rsids>
    <w:rsidRoot w:val="33640C55"/>
    <w:rsid w:val="00B5462A"/>
    <w:rsid w:val="02DC5869"/>
    <w:rsid w:val="08DA75E5"/>
    <w:rsid w:val="0BE0120C"/>
    <w:rsid w:val="0D2B748C"/>
    <w:rsid w:val="0D816E17"/>
    <w:rsid w:val="11927757"/>
    <w:rsid w:val="13C80BD6"/>
    <w:rsid w:val="145F2608"/>
    <w:rsid w:val="158D2A3E"/>
    <w:rsid w:val="16F96B72"/>
    <w:rsid w:val="170107CD"/>
    <w:rsid w:val="17F34D60"/>
    <w:rsid w:val="224F41BB"/>
    <w:rsid w:val="274E099C"/>
    <w:rsid w:val="280276BA"/>
    <w:rsid w:val="2B715CF7"/>
    <w:rsid w:val="2BB04B7A"/>
    <w:rsid w:val="2F815D14"/>
    <w:rsid w:val="314B3376"/>
    <w:rsid w:val="315F7A5E"/>
    <w:rsid w:val="32146BD2"/>
    <w:rsid w:val="32A60224"/>
    <w:rsid w:val="33640C55"/>
    <w:rsid w:val="37023232"/>
    <w:rsid w:val="3CED0CB4"/>
    <w:rsid w:val="3DBE21BC"/>
    <w:rsid w:val="3DD96D20"/>
    <w:rsid w:val="3EAD53F3"/>
    <w:rsid w:val="42D70C30"/>
    <w:rsid w:val="43973AEE"/>
    <w:rsid w:val="43F517BB"/>
    <w:rsid w:val="43F62EAC"/>
    <w:rsid w:val="44974434"/>
    <w:rsid w:val="467716CE"/>
    <w:rsid w:val="4907421B"/>
    <w:rsid w:val="49633123"/>
    <w:rsid w:val="4B8B3046"/>
    <w:rsid w:val="4D022A80"/>
    <w:rsid w:val="537E6867"/>
    <w:rsid w:val="54603049"/>
    <w:rsid w:val="54D64A62"/>
    <w:rsid w:val="55C4046A"/>
    <w:rsid w:val="58D842EB"/>
    <w:rsid w:val="59622C81"/>
    <w:rsid w:val="5B640C41"/>
    <w:rsid w:val="5BD5266C"/>
    <w:rsid w:val="5E6A601A"/>
    <w:rsid w:val="5EDD6FF8"/>
    <w:rsid w:val="5F532935"/>
    <w:rsid w:val="60B749D9"/>
    <w:rsid w:val="60FE29CA"/>
    <w:rsid w:val="629304F3"/>
    <w:rsid w:val="63BD5DC6"/>
    <w:rsid w:val="69E43C99"/>
    <w:rsid w:val="6AAA1C2F"/>
    <w:rsid w:val="76CD17B8"/>
    <w:rsid w:val="78D413B0"/>
    <w:rsid w:val="798E0FA8"/>
    <w:rsid w:val="79AF18C3"/>
    <w:rsid w:val="7DDF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845;&#25152;&#23398;&#26657;&#36164;&#26009;111111111111111\&#21326;&#20392;&#20013;&#23398;\&#23433;&#20840;&#36164;&#26009;\&#27599;&#22825;\&#31532;&#19971;&#21367;%20%20&#23433;&#20840;&#26816;&#26597;\&#39033;&#30446;&#36127;&#36131;&#20154;&#24102;&#29677;&#29983;&#20135;&#24773;&#20917;&#35760;&#24405;&#34920;-&#21326;&#20392;2022&#24180;2&#2637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项目负责人带班生产情况记录表-华侨2022年2月.docx</Template>
  <Pages>1</Pages>
  <Words>92</Words>
  <Characters>94</Characters>
  <Lines>0</Lines>
  <Paragraphs>0</Paragraphs>
  <TotalTime>2</TotalTime>
  <ScaleCrop>false</ScaleCrop>
  <LinksUpToDate>false</LinksUpToDate>
  <CharactersWithSpaces>109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2022-03-03T02:39:00Z</dcterms:created>
  <dc:creator>LEE.</dc:creator>
  <cp:lastModifiedBy>李召</cp:lastModifiedBy>
  <dcterms:modified xsi:type="dcterms:W3CDTF">2022-08-07T02:31:04Z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422767B81515463D962B241404CCD135</vt:lpwstr>
  </property>
</Properties>
</file>